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sz w:val="0"/>
          <w:szCs w:val="0"/>
        </w:rPr>
      </w:pPr>
      <w:rPr/>
      <w:r>
        <w:rPr/>
        <w:pict>
          <v:group style="position:absolute;margin-left:349.697998pt;margin-top:7.076005pt;width:36.157pt;height:24.519pt;mso-position-horizontal-relative:page;mso-position-vertical-relative:page;z-index:-107" coordorigin="6994,142" coordsize="723,490">
            <v:group style="position:absolute;left:7004;top:152;width:703;height:470" coordorigin="7004,152" coordsize="703,470">
              <v:shape style="position:absolute;left:7004;top:152;width:703;height:470" coordorigin="7004,152" coordsize="703,470" path="m7004,622l7707,622,7707,152,7004,152,7004,622e" filled="t" fillcolor="#20419A" stroked="f">
                <v:path arrowok="t"/>
                <v:fill/>
              </v:shape>
            </v:group>
            <v:group style="position:absolute;left:7330;top:201;width:53;height:51" coordorigin="7330,201" coordsize="53,51">
              <v:shape style="position:absolute;left:7330;top:201;width:53;height:51" coordorigin="7330,201" coordsize="53,51" path="m7382,220l7330,220,7346,232,7340,252,7356,240,7368,240,7366,232,7382,220e" filled="t" fillcolor="#FFF200" stroked="f">
                <v:path arrowok="t"/>
                <v:fill/>
              </v:shape>
              <v:shape style="position:absolute;left:7330;top:201;width:53;height:51" coordorigin="7330,201" coordsize="53,51" path="m7368,240l7356,240,7372,252,7368,240e" filled="t" fillcolor="#FFF200" stroked="f">
                <v:path arrowok="t"/>
                <v:fill/>
              </v:shape>
              <v:shape style="position:absolute;left:7330;top:201;width:53;height:51" coordorigin="7330,201" coordsize="53,51" path="m7356,201l7350,220,7362,220,7356,201e" filled="t" fillcolor="#FFF200" stroked="f">
                <v:path arrowok="t"/>
                <v:fill/>
              </v:shape>
            </v:group>
            <v:group style="position:absolute;left:7330;top:515;width:53;height:51" coordorigin="7330,515" coordsize="53,51">
              <v:shape style="position:absolute;left:7330;top:515;width:53;height:51" coordorigin="7330,515" coordsize="53,51" path="m7383,533l7330,533,7347,546,7341,565,7357,553,7369,553,7367,546,7383,533e" filled="t" fillcolor="#FFF200" stroked="f">
                <v:path arrowok="t"/>
                <v:fill/>
              </v:shape>
              <v:shape style="position:absolute;left:7330;top:515;width:53;height:51" coordorigin="7330,515" coordsize="53,51" path="m7369,553l7357,553,7373,565,7369,553e" filled="t" fillcolor="#FFF200" stroked="f">
                <v:path arrowok="t"/>
                <v:fill/>
              </v:shape>
              <v:shape style="position:absolute;left:7330;top:515;width:53;height:51" coordorigin="7330,515" coordsize="53,51" path="m7357,515l7351,533,7363,533,7357,515e" filled="t" fillcolor="#FFF200" stroked="f">
                <v:path arrowok="t"/>
                <v:fill/>
              </v:shape>
            </v:group>
            <v:group style="position:absolute;left:7408;top:494;width:53;height:51" coordorigin="7408,494" coordsize="53,51">
              <v:shape style="position:absolute;left:7408;top:494;width:53;height:51" coordorigin="7408,494" coordsize="53,51" path="m7461,513l7408,513,7425,525,7418,544,7434,532,7447,532,7444,525,7461,513e" filled="t" fillcolor="#FFF200" stroked="f">
                <v:path arrowok="t"/>
                <v:fill/>
              </v:shape>
              <v:shape style="position:absolute;left:7408;top:494;width:53;height:51" coordorigin="7408,494" coordsize="53,51" path="m7447,532l7434,532,7451,544,7447,532e" filled="t" fillcolor="#FFF200" stroked="f">
                <v:path arrowok="t"/>
                <v:fill/>
              </v:shape>
              <v:shape style="position:absolute;left:7408;top:494;width:53;height:51" coordorigin="7408,494" coordsize="53,51" path="m7434,494l7428,513,7440,513,7434,494e" filled="t" fillcolor="#FFF200" stroked="f">
                <v:path arrowok="t"/>
                <v:fill/>
              </v:shape>
            </v:group>
            <v:group style="position:absolute;left:7408;top:222;width:53;height:51" coordorigin="7408,222" coordsize="53,51">
              <v:shape style="position:absolute;left:7408;top:222;width:53;height:51" coordorigin="7408,222" coordsize="53,51" path="m7461,241l7408,241,7425,253,7418,272,7434,260,7447,260,7444,253,7461,241e" filled="t" fillcolor="#FFF200" stroked="f">
                <v:path arrowok="t"/>
                <v:fill/>
              </v:shape>
              <v:shape style="position:absolute;left:7408;top:222;width:53;height:51" coordorigin="7408,222" coordsize="53,51" path="m7447,260l7434,260,7451,272,7447,260e" filled="t" fillcolor="#FFF200" stroked="f">
                <v:path arrowok="t"/>
                <v:fill/>
              </v:shape>
              <v:shape style="position:absolute;left:7408;top:222;width:53;height:51" coordorigin="7408,222" coordsize="53,51" path="m7434,222l7428,241,7440,241,7434,222e" filled="t" fillcolor="#FFF200" stroked="f">
                <v:path arrowok="t"/>
                <v:fill/>
              </v:shape>
            </v:group>
            <v:group style="position:absolute;left:7466;top:279;width:53;height:51" coordorigin="7466,279" coordsize="53,51">
              <v:shape style="position:absolute;left:7466;top:279;width:53;height:51" coordorigin="7466,279" coordsize="53,51" path="m7518,298l7466,298,7482,311,7476,330,7492,318,7504,318,7502,311,7518,298e" filled="t" fillcolor="#FFF200" stroked="f">
                <v:path arrowok="t"/>
                <v:fill/>
              </v:shape>
              <v:shape style="position:absolute;left:7466;top:279;width:53;height:51" coordorigin="7466,279" coordsize="53,51" path="m7504,318l7492,318,7508,330,7504,318e" filled="t" fillcolor="#FFF200" stroked="f">
                <v:path arrowok="t"/>
                <v:fill/>
              </v:shape>
              <v:shape style="position:absolute;left:7466;top:279;width:53;height:51" coordorigin="7466,279" coordsize="53,51" path="m7492,279l7486,298,7498,298,7492,279e" filled="t" fillcolor="#FFF200" stroked="f">
                <v:path arrowok="t"/>
                <v:fill/>
              </v:shape>
            </v:group>
            <v:group style="position:absolute;left:7466;top:437;width:53;height:51" coordorigin="7466,437" coordsize="53,51">
              <v:shape style="position:absolute;left:7466;top:437;width:53;height:51" coordorigin="7466,437" coordsize="53,51" path="m7518,456l7466,456,7482,468,7476,488,7492,476,7504,476,7502,468,7518,456e" filled="t" fillcolor="#FFF200" stroked="f">
                <v:path arrowok="t"/>
                <v:fill/>
              </v:shape>
              <v:shape style="position:absolute;left:7466;top:437;width:53;height:51" coordorigin="7466,437" coordsize="53,51" path="m7504,476l7492,476,7508,488,7504,476e" filled="t" fillcolor="#FFF200" stroked="f">
                <v:path arrowok="t"/>
                <v:fill/>
              </v:shape>
              <v:shape style="position:absolute;left:7466;top:437;width:53;height:51" coordorigin="7466,437" coordsize="53,51" path="m7492,437l7486,456,7498,456,7492,437e" filled="t" fillcolor="#FFF200" stroked="f">
                <v:path arrowok="t"/>
                <v:fill/>
              </v:shape>
            </v:group>
            <v:group style="position:absolute;left:7487;top:357;width:53;height:51" coordorigin="7487,357" coordsize="53,51">
              <v:shape style="position:absolute;left:7487;top:357;width:53;height:51" coordorigin="7487,357" coordsize="53,51" path="m7540,376l7487,376,7504,388,7497,408,7514,396,7526,396,7523,388,7540,376e" filled="t" fillcolor="#FFF200" stroked="f">
                <v:path arrowok="t"/>
                <v:fill/>
              </v:shape>
              <v:shape style="position:absolute;left:7487;top:357;width:53;height:51" coordorigin="7487,357" coordsize="53,51" path="m7526,396l7514,396,7530,408,7526,396e" filled="t" fillcolor="#FFF200" stroked="f">
                <v:path arrowok="t"/>
                <v:fill/>
              </v:shape>
              <v:shape style="position:absolute;left:7487;top:357;width:53;height:51" coordorigin="7487,357" coordsize="53,51" path="m7514,357l7507,376,7520,376,7514,357e" filled="t" fillcolor="#FFF200" stroked="f">
                <v:path arrowok="t"/>
                <v:fill/>
              </v:shape>
            </v:group>
            <v:group style="position:absolute;left:7250;top:222;width:53;height:51" coordorigin="7250,222" coordsize="53,51">
              <v:shape style="position:absolute;left:7250;top:222;width:53;height:51" coordorigin="7250,222" coordsize="53,51" path="m7303,241l7250,241,7267,253,7261,273,7277,261,7289,261,7287,253,7303,241e" filled="t" fillcolor="#FFF200" stroked="f">
                <v:path arrowok="t"/>
                <v:fill/>
              </v:shape>
              <v:shape style="position:absolute;left:7250;top:222;width:53;height:51" coordorigin="7250,222" coordsize="53,51" path="m7289,261l7277,261,7293,273,7289,261e" filled="t" fillcolor="#FFF200" stroked="f">
                <v:path arrowok="t"/>
                <v:fill/>
              </v:shape>
              <v:shape style="position:absolute;left:7250;top:222;width:53;height:51" coordorigin="7250,222" coordsize="53,51" path="m7277,222l7271,241,7283,241,7277,222e" filled="t" fillcolor="#FFF200" stroked="f">
                <v:path arrowok="t"/>
                <v:fill/>
              </v:shape>
            </v:group>
            <v:group style="position:absolute;left:7194;top:280;width:53;height:51" coordorigin="7194,280" coordsize="53,51">
              <v:shape style="position:absolute;left:7194;top:280;width:53;height:51" coordorigin="7194,280" coordsize="53,51" path="m7247,298l7194,298,7211,311,7205,330,7221,318,7233,318,7231,311,7247,298e" filled="t" fillcolor="#FFF200" stroked="f">
                <v:path arrowok="t"/>
                <v:fill/>
              </v:shape>
              <v:shape style="position:absolute;left:7194;top:280;width:53;height:51" coordorigin="7194,280" coordsize="53,51" path="m7233,318l7221,318,7237,330,7233,318e" filled="t" fillcolor="#FFF200" stroked="f">
                <v:path arrowok="t"/>
                <v:fill/>
              </v:shape>
              <v:shape style="position:absolute;left:7194;top:280;width:53;height:51" coordorigin="7194,280" coordsize="53,51" path="m7221,280l7215,298,7227,298,7221,280e" filled="t" fillcolor="#FFF200" stroked="f">
                <v:path arrowok="t"/>
                <v:fill/>
              </v:shape>
            </v:group>
            <v:group style="position:absolute;left:7174;top:357;width:53;height:51" coordorigin="7174,357" coordsize="53,51">
              <v:shape style="position:absolute;left:7174;top:357;width:53;height:51" coordorigin="7174,357" coordsize="53,51" path="m7226,376l7174,376,7190,388,7184,408,7200,396,7212,396,7210,388,7226,376e" filled="t" fillcolor="#FFF200" stroked="f">
                <v:path arrowok="t"/>
                <v:fill/>
              </v:shape>
              <v:shape style="position:absolute;left:7174;top:357;width:53;height:51" coordorigin="7174,357" coordsize="53,51" path="m7212,396l7200,396,7216,408,7212,396e" filled="t" fillcolor="#FFF200" stroked="f">
                <v:path arrowok="t"/>
                <v:fill/>
              </v:shape>
              <v:shape style="position:absolute;left:7174;top:357;width:53;height:51" coordorigin="7174,357" coordsize="53,51" path="m7200,357l7194,376,7206,376,7200,357e" filled="t" fillcolor="#FFF200" stroked="f">
                <v:path arrowok="t"/>
                <v:fill/>
              </v:shape>
            </v:group>
            <v:group style="position:absolute;left:7194;top:437;width:53;height:51" coordorigin="7194,437" coordsize="53,51">
              <v:shape style="position:absolute;left:7194;top:437;width:53;height:51" coordorigin="7194,437" coordsize="53,51" path="m7247,456l7194,456,7211,468,7205,488,7221,476,7233,476,7231,468,7247,456e" filled="t" fillcolor="#FFF200" stroked="f">
                <v:path arrowok="t"/>
                <v:fill/>
              </v:shape>
              <v:shape style="position:absolute;left:7194;top:437;width:53;height:51" coordorigin="7194,437" coordsize="53,51" path="m7233,476l7221,476,7237,488,7233,476e" filled="t" fillcolor="#FFF200" stroked="f">
                <v:path arrowok="t"/>
                <v:fill/>
              </v:shape>
              <v:shape style="position:absolute;left:7194;top:437;width:53;height:51" coordorigin="7194,437" coordsize="53,51" path="m7221,437l7215,456,7227,456,7221,437e" filled="t" fillcolor="#FFF200" stroked="f">
                <v:path arrowok="t"/>
                <v:fill/>
              </v:shape>
            </v:group>
            <v:group style="position:absolute;left:7251;top:494;width:53;height:51" coordorigin="7251,494" coordsize="53,51">
              <v:shape style="position:absolute;left:7251;top:494;width:53;height:51" coordorigin="7251,494" coordsize="53,51" path="m7304,513l7251,513,7268,525,7261,545,7278,533,7290,533,7288,525,7304,513e" filled="t" fillcolor="#FFF200" stroked="f">
                <v:path arrowok="t"/>
                <v:fill/>
              </v:shape>
              <v:shape style="position:absolute;left:7251;top:494;width:53;height:51" coordorigin="7251,494" coordsize="53,51" path="m7290,533l7278,533,7294,545,7290,533e" filled="t" fillcolor="#FFF200" stroked="f">
                <v:path arrowok="t"/>
                <v:fill/>
              </v:shape>
              <v:shape style="position:absolute;left:7251;top:494;width:53;height:51" coordorigin="7251,494" coordsize="53,51" path="m7278,494l7271,513,7284,513,7278,494e" filled="t" fillcolor="#FFF200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430.574005pt;margin-top:4.477672pt;width:37.099964pt;height:19.416685pt;mso-position-horizontal-relative:page;mso-position-vertical-relative:page;z-index:-106" coordorigin="8611,90" coordsize="742,388">
            <v:group style="position:absolute;left:9062;top:261;width:141;height:94" coordorigin="9062,261" coordsize="141,94">
              <v:shape style="position:absolute;left:9062;top:261;width:141;height:94" coordorigin="9062,261" coordsize="141,94" path="m9203,261l9062,261,9062,355,9126,340,9196,310,9203,261e" filled="t" fillcolor="#003F85" stroked="f">
                <v:path arrowok="t"/>
                <v:fill/>
              </v:shape>
            </v:group>
            <v:group style="position:absolute;left:9098;top:193;width:68;height:66" coordorigin="9098,193" coordsize="68,66">
              <v:shape style="position:absolute;left:9098;top:193;width:68;height:66" coordorigin="9098,193" coordsize="68,66" path="m9150,193l9122,194,9105,203,9098,218,9104,241,9119,255,9133,258,9154,251,9166,234,9162,208,9150,193e" filled="t" fillcolor="#003F85" stroked="f">
                <v:path arrowok="t"/>
                <v:fill/>
              </v:shape>
            </v:group>
            <v:group style="position:absolute;left:8753;top:261;width:141;height:93" coordorigin="8753,261" coordsize="141,93">
              <v:shape style="position:absolute;left:8753;top:261;width:141;height:93" coordorigin="8753,261" coordsize="141,93" path="m8893,261l8753,261,8753,306,8821,337,8883,353,8893,261e" filled="t" fillcolor="#003F85" stroked="f">
                <v:path arrowok="t"/>
                <v:fill/>
              </v:shape>
            </v:group>
            <v:group style="position:absolute;left:8788;top:193;width:68;height:65" coordorigin="8788,193" coordsize="68,65">
              <v:shape style="position:absolute;left:8788;top:193;width:68;height:65" coordorigin="8788,193" coordsize="68,65" path="m8840,193l8813,194,8795,203,8788,218,8794,241,8809,255,8823,258,8844,251,8856,234,8853,208,8840,193e" filled="t" fillcolor="#003F85" stroked="f">
                <v:path arrowok="t"/>
                <v:fill/>
              </v:shape>
            </v:group>
            <v:group style="position:absolute;left:8943;top:175;width:68;height:65" coordorigin="8943,175" coordsize="68,65">
              <v:shape style="position:absolute;left:8943;top:175;width:68;height:65" coordorigin="8943,175" coordsize="68,65" path="m8995,175l8967,176,8950,186,8943,201,8949,224,8964,238,8978,241,8999,234,9011,217,9008,191,8995,175e" filled="t" fillcolor="#003F85" stroked="f">
                <v:path arrowok="t"/>
                <v:fill/>
              </v:shape>
            </v:group>
            <v:group style="position:absolute;left:8907;top:245;width:141;height:117" coordorigin="8907,245" coordsize="141,117">
              <v:shape style="position:absolute;left:8907;top:245;width:141;height:117" coordorigin="8907,245" coordsize="141,117" path="m9048,245l8907,245,8907,357,8927,359,8947,361,8967,361,8978,362,8998,361,9019,360,9038,358,9048,245e" filled="t" fillcolor="#003F85" stroked="f">
                <v:path arrowok="t"/>
                <v:fill/>
              </v:shape>
            </v:group>
            <v:group style="position:absolute;left:8695;top:351;width:80;height:77" coordorigin="8695,351" coordsize="80,77">
              <v:shape style="position:absolute;left:8695;top:351;width:80;height:77" coordorigin="8695,351" coordsize="80,77" path="m8775,380l8695,380,8720,399,8711,428,8735,410,8754,410,8750,399,8775,380e" filled="t" fillcolor="#EAB649" stroked="f">
                <v:path arrowok="t"/>
                <v:fill/>
              </v:shape>
              <v:shape style="position:absolute;left:8695;top:351;width:80;height:77" coordorigin="8695,351" coordsize="80,77" path="m8754,410l8735,410,8760,428,8754,410e" filled="t" fillcolor="#EAB649" stroked="f">
                <v:path arrowok="t"/>
                <v:fill/>
              </v:shape>
              <v:shape style="position:absolute;left:8695;top:351;width:80;height:77" coordorigin="8695,351" coordsize="80,77" path="m8735,351l8726,380,8745,380,8735,351e" filled="t" fillcolor="#EAB649" stroked="f">
                <v:path arrowok="t"/>
                <v:fill/>
              </v:shape>
            </v:group>
            <v:group style="position:absolute;left:8781;top:354;width:473;height:114" coordorigin="8781,354" coordsize="473,114">
              <v:shape style="position:absolute;left:8781;top:354;width:473;height:114" coordorigin="8781,354" coordsize="473,114" path="m8874,419l8781,445,8799,450,8817,454,8896,465,8938,468,8963,468,9034,463,9099,454,9158,440,9205,423,8955,423,8934,423,8914,422,8894,421,8874,419e" filled="t" fillcolor="#003F85" stroked="f">
                <v:path arrowok="t"/>
                <v:fill/>
              </v:shape>
              <v:shape style="position:absolute;left:8781;top:354;width:473;height:114" coordorigin="8781,354" coordsize="473,114" path="m9244,354l9186,385,9111,408,9046,418,8975,423,8955,423,9205,423,9209,422,9225,415,9240,408,9254,400,9244,354e" filled="t" fillcolor="#003F85" stroked="f">
                <v:path arrowok="t"/>
                <v:fill/>
              </v:shape>
            </v:group>
            <v:group style="position:absolute;left:8625;top:200;width:48;height:46" coordorigin="8625,200" coordsize="48,46">
              <v:shape style="position:absolute;left:8625;top:200;width:48;height:46" coordorigin="8625,200" coordsize="48,46" path="m8673,218l8625,218,8640,229,8634,247,8649,236,8661,236,8658,229,8673,218e" filled="t" fillcolor="#EAB649" stroked="f">
                <v:path arrowok="t"/>
                <v:fill/>
              </v:shape>
              <v:shape style="position:absolute;left:8625;top:200;width:48;height:46" coordorigin="8625,200" coordsize="48,46" path="m8661,236l8649,236,8664,247,8661,236e" filled="t" fillcolor="#EAB649" stroked="f">
                <v:path arrowok="t"/>
                <v:fill/>
              </v:shape>
              <v:shape style="position:absolute;left:8625;top:200;width:48;height:46" coordorigin="8625,200" coordsize="48,46" path="m8649,200l8644,218,8655,218,8649,200e" filled="t" fillcolor="#EAB649" stroked="f">
                <v:path arrowok="t"/>
                <v:fill/>
              </v:shape>
            </v:group>
            <v:group style="position:absolute;left:8621;top:290;width:59;height:57" coordorigin="8621,290" coordsize="59,57">
              <v:shape style="position:absolute;left:8621;top:290;width:59;height:57" coordorigin="8621,290" coordsize="59,57" path="m8680,311l8621,311,8640,325,8633,347,8651,334,8665,334,8662,325,8680,311e" filled="t" fillcolor="#EAB649" stroked="f">
                <v:path arrowok="t"/>
                <v:fill/>
              </v:shape>
              <v:shape style="position:absolute;left:8621;top:290;width:59;height:57" coordorigin="8621,290" coordsize="59,57" path="m8665,334l8651,334,8669,347,8665,334e" filled="t" fillcolor="#EAB649" stroked="f">
                <v:path arrowok="t"/>
                <v:fill/>
              </v:shape>
              <v:shape style="position:absolute;left:8621;top:290;width:59;height:57" coordorigin="8621,290" coordsize="59,57" path="m8651,290l8644,311,8658,311,8651,290e" filled="t" fillcolor="#EAB649" stroked="f">
                <v:path arrowok="t"/>
                <v:fill/>
              </v:shape>
            </v:group>
            <v:group style="position:absolute;left:8649;top:100;width:454;height:83" coordorigin="8649,100" coordsize="454,83">
              <v:shape style="position:absolute;left:8649;top:100;width:454;height:83" coordorigin="8649,100" coordsize="454,83" path="m8961,100l8889,103,8822,112,8761,127,8692,154,8649,179,8690,183,8703,174,8718,166,8787,138,8848,123,8915,115,8938,114,9103,114,9103,114,9024,103,8982,100,8961,100e" filled="t" fillcolor="#0088CE" stroked="f">
                <v:path arrowok="t"/>
                <v:fill/>
              </v:shape>
            </v:group>
            <v:group style="position:absolute;left:8938;top:114;width:201;height:16" coordorigin="8938,114" coordsize="201,16">
              <v:shape style="position:absolute;left:8938;top:114;width:201;height:16" coordorigin="8938,114" coordsize="201,16" path="m9103,114l8938,114,8963,115,8986,115,9063,124,9091,130,9140,123,9121,118,9103,114e" filled="t" fillcolor="#0088CE" stroked="f">
                <v:path arrowok="t"/>
                <v:fill/>
              </v:shape>
            </v:group>
            <v:group style="position:absolute;left:9138;top:141;width:205;height:234" coordorigin="9138,141" coordsize="205,234">
              <v:shape style="position:absolute;left:9138;top:141;width:205;height:234" coordorigin="9138,141" coordsize="205,234" path="m9180,141l9138,149,9163,159,9186,170,9244,208,9284,267,9283,292,9279,311,9271,326,9292,374,9334,324,9343,288,9342,272,9302,213,9247,173,9203,151,9180,141e" filled="t" fillcolor="#006CB7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410.731995pt;margin-top:26.863005pt;width:76.552pt;height:13.4522pt;mso-position-horizontal-relative:page;mso-position-vertical-relative:page;z-index:-105" coordorigin="8215,537" coordsize="1531,269">
            <v:group style="position:absolute;left:8553;top:549;width:68;height:95" coordorigin="8553,549" coordsize="68,95">
              <v:shape style="position:absolute;left:8553;top:549;width:68;height:95" coordorigin="8553,549" coordsize="68,95" path="m8593,549l8553,549,8553,644,8568,644,8568,604,8598,604,8595,602,8601,601,8606,598,8613,589,8568,589,8568,565,8614,565,8613,564,8609,556,8606,553,8599,550,8593,549e" filled="t" fillcolor="#003F85" stroked="f">
                <v:path arrowok="t"/>
                <v:fill/>
              </v:shape>
              <v:shape style="position:absolute;left:8553;top:549;width:68;height:95" coordorigin="8553,549" coordsize="68,95" path="m8598,604l8575,604,8577,604,8581,606,8582,607,8585,611,8588,616,8592,623,8603,644,8621,644,8612,625,8608,618,8605,613,8601,607,8598,604,8598,604e" filled="t" fillcolor="#003F85" stroked="f">
                <v:path arrowok="t"/>
                <v:fill/>
              </v:shape>
              <v:shape style="position:absolute;left:8553;top:549;width:68;height:95" coordorigin="8553,549" coordsize="68,95" path="m8614,565l8587,565,8591,565,8594,566,8596,568,8598,571,8599,574,8599,580,8586,589,8613,589,8613,589,8615,583,8615,570,8614,565e" filled="t" fillcolor="#003F85" stroked="f">
                <v:path arrowok="t"/>
                <v:fill/>
              </v:shape>
            </v:group>
            <v:group style="position:absolute;left:8625;top:573;width:56;height:72" coordorigin="8625,573" coordsize="56,72">
              <v:shape style="position:absolute;left:8625;top:573;width:56;height:72" coordorigin="8625,573" coordsize="56,72" path="m8662,573l8648,573,8644,575,8635,580,8632,584,8627,595,8625,602,8625,620,8628,629,8639,642,8645,645,8659,645,8663,644,8672,638,8675,634,8677,630,8650,630,8647,629,8641,622,8640,616,8640,602,8641,597,8647,590,8650,588,8677,588,8669,577,8662,573e" filled="t" fillcolor="#003F85" stroked="f">
                <v:path arrowok="t"/>
                <v:fill/>
              </v:shape>
              <v:shape style="position:absolute;left:8625;top:573;width:56;height:72" coordorigin="8625,573" coordsize="56,72" path="m8677,588l8657,588,8660,590,8665,597,8667,602,8667,616,8666,621,8660,629,8657,630,8677,630,8680,622,8682,616,8682,599,8679,591,8677,588e" filled="t" fillcolor="#003F85" stroked="f">
                <v:path arrowok="t"/>
                <v:fill/>
              </v:shape>
            </v:group>
            <v:group style="position:absolute;left:8692;top:573;width:80;height:70" coordorigin="8692,573" coordsize="80,70">
              <v:shape style="position:absolute;left:8692;top:573;width:80;height:70" coordorigin="8692,573" coordsize="80,70" path="m8705,575l8692,575,8692,644,8706,644,8706,601,8707,599,8708,593,8709,591,8713,588,8715,587,8771,587,8770,584,8705,584,8705,575e" filled="t" fillcolor="#003F85" stroked="f">
                <v:path arrowok="t"/>
                <v:fill/>
              </v:shape>
              <v:shape style="position:absolute;left:8692;top:573;width:80;height:70" coordorigin="8692,573" coordsize="80,70" path="m8747,587l8720,587,8722,589,8724,594,8725,597,8725,644,8739,644,8739,601,8740,595,8744,589,8747,587e" filled="t" fillcolor="#003F85" stroked="f">
                <v:path arrowok="t"/>
                <v:fill/>
              </v:shape>
              <v:shape style="position:absolute;left:8692;top:573;width:80;height:70" coordorigin="8692,573" coordsize="80,70" path="m8771,587l8752,587,8754,588,8757,593,8757,597,8757,644,8772,644,8772,593,8771,587e" filled="t" fillcolor="#003F85" stroked="f">
                <v:path arrowok="t"/>
                <v:fill/>
              </v:shape>
              <v:shape style="position:absolute;left:8692;top:573;width:80;height:70" coordorigin="8692,573" coordsize="80,70" path="m8725,573l8719,573,8716,574,8710,578,8707,581,8705,584,8770,584,8737,584,8736,581,8734,578,8729,574,8725,573e" filled="t" fillcolor="#003F85" stroked="f">
                <v:path arrowok="t"/>
                <v:fill/>
              </v:shape>
              <v:shape style="position:absolute;left:8692;top:573;width:80;height:70" coordorigin="8692,573" coordsize="80,70" path="m8758,573l8751,573,8748,574,8742,578,8740,581,8737,584,8770,584,8768,581,8766,578,8761,574,8758,573e" filled="t" fillcolor="#003F85" stroked="f">
                <v:path arrowok="t"/>
                <v:fill/>
              </v:shape>
            </v:group>
            <v:group style="position:absolute;left:8782;top:547;width:51;height:98" coordorigin="8782,547" coordsize="51,98">
              <v:shape style="position:absolute;left:8782;top:547;width:51;height:98" coordorigin="8782,547" coordsize="51,98" path="m8830,587l8809,587,8811,588,8814,589,8815,590,8815,591,8816,593,8816,595,8816,599,8814,600,8809,602,8797,605,8793,606,8788,610,8786,612,8783,618,8782,621,8782,631,8784,636,8791,643,8795,645,8804,645,8807,644,8812,641,8815,639,8817,636,8831,636,8831,632,8802,632,8801,632,8798,628,8797,626,8797,621,8797,619,8800,616,8803,615,8811,612,8814,611,8816,611,8830,611,8830,590,8830,587e" filled="t" fillcolor="#003F85" stroked="f">
                <v:path arrowok="t"/>
                <v:fill/>
              </v:shape>
              <v:shape style="position:absolute;left:8782;top:547;width:51;height:98" coordorigin="8782,547" coordsize="51,98" path="m8831,636l8817,636,8819,644,8833,644,8832,640,8831,637,8831,636e" filled="t" fillcolor="#003F85" stroked="f">
                <v:path arrowok="t"/>
                <v:fill/>
              </v:shape>
              <v:shape style="position:absolute;left:8782;top:547;width:51;height:98" coordorigin="8782,547" coordsize="51,98" path="m8830,611l8816,611,8816,621,8816,623,8814,627,8813,629,8809,632,8807,632,8831,632,8830,631,8830,628,8830,611e" filled="t" fillcolor="#003F85" stroked="f">
                <v:path arrowok="t"/>
                <v:fill/>
              </v:shape>
              <v:shape style="position:absolute;left:8782;top:547;width:51;height:98" coordorigin="8782,547" coordsize="51,98" path="m8813,573l8801,573,8795,575,8788,581,8785,586,8784,593,8797,596,8798,593,8799,590,8802,588,8804,587,8830,587,8830,586,8827,580,8825,578,8818,574,8813,573e" filled="t" fillcolor="#003F85" stroked="f">
                <v:path arrowok="t"/>
                <v:fill/>
              </v:shape>
              <v:shape style="position:absolute;left:8782;top:547;width:51;height:98" coordorigin="8782,547" coordsize="51,98" path="m8815,547l8801,547,8790,566,8802,566,8808,557,8820,557,8815,547e" filled="t" fillcolor="#003F85" stroked="f">
                <v:path arrowok="t"/>
                <v:fill/>
              </v:shape>
              <v:shape style="position:absolute;left:8782;top:547;width:51;height:98" coordorigin="8782,547" coordsize="51,98" path="m8820,557l8808,557,8814,566,8825,566,8820,557e" filled="t" fillcolor="#003F85" stroked="f">
                <v:path arrowok="t"/>
                <v:fill/>
              </v:shape>
            </v:group>
            <v:group style="position:absolute;left:8844;top:573;width:50;height:70" coordorigin="8844,573" coordsize="50,70">
              <v:shape style="position:absolute;left:8844;top:573;width:50;height:70" coordorigin="8844,573" coordsize="50,70" path="m8858,575l8844,575,8844,644,8859,644,8859,605,8859,599,8861,594,8862,591,8866,588,8868,587,8893,587,8892,585,8858,585,8858,575e" filled="t" fillcolor="#003F85" stroked="f">
                <v:path arrowok="t"/>
                <v:fill/>
              </v:shape>
              <v:shape style="position:absolute;left:8844;top:573;width:50;height:70" coordorigin="8844,573" coordsize="50,70" path="m8893,587l8873,587,8874,588,8877,590,8878,592,8879,597,8879,599,8880,644,8894,644,8894,594,8893,589,8893,587e" filled="t" fillcolor="#003F85" stroked="f">
                <v:path arrowok="t"/>
                <v:fill/>
              </v:shape>
              <v:shape style="position:absolute;left:8844;top:573;width:50;height:70" coordorigin="8844,573" coordsize="50,70" path="m8880,573l8872,573,8869,574,8863,578,8860,581,8858,585,8892,585,8891,582,8889,579,8883,574,8880,573e" filled="t" fillcolor="#003F85" stroked="f">
                <v:path arrowok="t"/>
                <v:fill/>
              </v:shape>
            </v:group>
            <v:group style="position:absolute;left:8909;top:549;width:14;height:95" coordorigin="8909,549" coordsize="14,95">
              <v:shape style="position:absolute;left:8909;top:549;width:14;height:95" coordorigin="8909,549" coordsize="14,95" path="m8923,575l8909,575,8909,644,8923,644,8923,575e" filled="t" fillcolor="#003F85" stroked="f">
                <v:path arrowok="t"/>
                <v:fill/>
              </v:shape>
              <v:shape style="position:absolute;left:8909;top:549;width:14;height:95" coordorigin="8909,549" coordsize="14,95" path="m8923,549l8909,549,8909,566,8923,566,8923,549e" filled="t" fillcolor="#003F85" stroked="f">
                <v:path arrowok="t"/>
                <v:fill/>
              </v:shape>
            </v:group>
            <v:group style="position:absolute;left:8934;top:573;width:51;height:72" coordorigin="8934,573" coordsize="51,72">
              <v:shape style="position:absolute;left:8934;top:573;width:51;height:72" coordorigin="8934,573" coordsize="51,72" path="m8981,587l8961,587,8963,588,8966,589,8966,590,8967,591,8968,593,8968,595,8968,599,8965,600,8961,602,8948,605,8944,606,8939,610,8937,612,8935,618,8934,621,8934,631,8936,636,8942,643,8947,645,8955,645,8958,644,8964,641,8966,639,8969,636,8983,636,8982,632,8954,632,8952,632,8949,628,8948,626,8948,621,8949,619,8952,616,8955,615,8963,612,8966,611,8968,611,8982,611,8982,590,8981,587e" filled="t" fillcolor="#003F85" stroked="f">
                <v:path arrowok="t"/>
                <v:fill/>
              </v:shape>
              <v:shape style="position:absolute;left:8934;top:573;width:51;height:72" coordorigin="8934,573" coordsize="51,72" path="m8983,636l8969,636,8971,644,8985,644,8984,640,8983,637,8983,636e" filled="t" fillcolor="#003F85" stroked="f">
                <v:path arrowok="t"/>
                <v:fill/>
              </v:shape>
              <v:shape style="position:absolute;left:8934;top:573;width:51;height:72" coordorigin="8934,573" coordsize="51,72" path="m8982,611l8968,611,8968,621,8967,623,8966,627,8964,629,8960,632,8958,632,8982,632,8982,631,8982,628,8982,611e" filled="t" fillcolor="#003F85" stroked="f">
                <v:path arrowok="t"/>
                <v:fill/>
              </v:shape>
              <v:shape style="position:absolute;left:8934;top:573;width:51;height:72" coordorigin="8934,573" coordsize="51,72" path="m8965,573l8952,573,8947,575,8940,581,8937,586,8935,593,8949,596,8949,593,8951,590,8954,588,8956,587,8981,587,8981,586,8978,580,8976,578,8970,574,8965,573e" filled="t" fillcolor="#003F85" stroked="f">
                <v:path arrowok="t"/>
                <v:fill/>
              </v:shape>
            </v:group>
            <v:group style="position:absolute;left:8992;top:600;width:28;height:18" coordorigin="8992,600" coordsize="28,18">
              <v:shape style="position:absolute;left:8992;top:600;width:28;height:18" coordorigin="8992,600" coordsize="28,18" path="m8992,609l9020,609e" filled="f" stroked="t" strokeweight="1.007200pt" strokecolor="#003F85">
                <v:path arrowok="t"/>
              </v:shape>
            </v:group>
            <v:group style="position:absolute;left:9031;top:549;width:60;height:96" coordorigin="9031,549" coordsize="60,96">
              <v:shape style="position:absolute;left:9031;top:549;width:60;height:96" coordorigin="9031,549" coordsize="60,96" path="m9046,549l9031,549,9031,614,9054,645,9069,645,9075,643,9085,636,9088,632,9088,629,9057,629,9054,628,9049,623,9047,620,9046,614,9046,611,9046,549e" filled="t" fillcolor="#003F85" stroked="f">
                <v:path arrowok="t"/>
                <v:fill/>
              </v:shape>
              <v:shape style="position:absolute;left:9031;top:549;width:60;height:96" coordorigin="9031,549" coordsize="60,96" path="m9091,549l9076,549,9076,614,9075,617,9074,623,9072,625,9068,628,9065,629,9088,629,9090,621,9091,614,9091,549e" filled="t" fillcolor="#003F85" stroked="f">
                <v:path arrowok="t"/>
                <v:fill/>
              </v:shape>
            </v:group>
            <v:group style="position:absolute;left:9104;top:573;width:51;height:72" coordorigin="9104,573" coordsize="51,72">
              <v:shape style="position:absolute;left:9104;top:573;width:51;height:72" coordorigin="9104,573" coordsize="51,72" path="m9136,573l9122,573,9116,576,9106,589,9104,598,9104,619,9106,628,9114,642,9121,645,9144,645,9152,637,9153,630,9127,630,9124,629,9119,622,9118,616,9118,601,9119,595,9124,589,9127,588,9153,588,9150,582,9142,575,9136,573e" filled="t" fillcolor="#003F85" stroked="f">
                <v:path arrowok="t"/>
                <v:fill/>
              </v:shape>
              <v:shape style="position:absolute;left:9104;top:573;width:51;height:72" coordorigin="9104,573" coordsize="51,72" path="m9141,617l9140,622,9139,626,9135,629,9133,630,9153,630,9155,620,9141,617e" filled="t" fillcolor="#003F85" stroked="f">
                <v:path arrowok="t"/>
                <v:fill/>
              </v:shape>
              <v:shape style="position:absolute;left:9104;top:573;width:51;height:72" coordorigin="9104,573" coordsize="51,72" path="m9153,588l9136,588,9139,591,9140,598,9154,595,9153,588e" filled="t" fillcolor="#003F85" stroked="f">
                <v:path arrowok="t"/>
                <v:fill/>
              </v:shape>
            </v:group>
            <v:group style="position:absolute;left:9165;top:573;width:35;height:70" coordorigin="9165,573" coordsize="35,70">
              <v:shape style="position:absolute;left:9165;top:573;width:35;height:70" coordorigin="9165,573" coordsize="35,70" path="m9178,575l9165,575,9165,644,9179,644,9179,612,9179,604,9181,596,9182,593,9185,590,9187,590,9196,590,9198,585,9178,585,9178,575e" filled="t" fillcolor="#003F85" stroked="f">
                <v:path arrowok="t"/>
                <v:fill/>
              </v:shape>
              <v:shape style="position:absolute;left:9165;top:573;width:35;height:70" coordorigin="9165,573" coordsize="35,70" path="m9196,590l9191,590,9193,591,9195,593,9196,590e" filled="t" fillcolor="#003F85" stroked="f">
                <v:path arrowok="t"/>
                <v:fill/>
              </v:shape>
              <v:shape style="position:absolute;left:9165;top:573;width:35;height:70" coordorigin="9165,573" coordsize="35,70" path="m9194,573l9188,573,9186,574,9182,577,9180,580,9178,585,9198,585,9200,577,9197,575,9194,573e" filled="t" fillcolor="#003F85" stroked="f">
                <v:path arrowok="t"/>
                <v:fill/>
              </v:shape>
            </v:group>
            <v:group style="position:absolute;left:9202;top:573;width:51;height:72" coordorigin="9202,573" coordsize="51,72">
              <v:shape style="position:absolute;left:9202;top:573;width:51;height:72" coordorigin="9202,573" coordsize="51,72" path="m9250,587l9229,587,9231,588,9234,589,9235,590,9235,591,9236,593,9236,595,9236,599,9233,600,9229,602,9217,605,9213,606,9208,610,9206,612,9203,618,9202,621,9202,631,9204,636,9211,643,9215,645,9223,645,9226,644,9232,641,9235,639,9237,636,9251,636,9250,632,9222,632,9220,632,9217,628,9217,626,9217,621,9217,619,9220,616,9223,615,9231,612,9234,611,9236,611,9250,611,9250,590,9250,587e" filled="t" fillcolor="#003F85" stroked="f">
                <v:path arrowok="t"/>
                <v:fill/>
              </v:shape>
              <v:shape style="position:absolute;left:9202;top:573;width:51;height:72" coordorigin="9202,573" coordsize="51,72" path="m9251,636l9237,636,9239,644,9253,644,9252,640,9251,637,9251,636e" filled="t" fillcolor="#003F85" stroked="f">
                <v:path arrowok="t"/>
                <v:fill/>
              </v:shape>
              <v:shape style="position:absolute;left:9202;top:573;width:51;height:72" coordorigin="9202,573" coordsize="51,72" path="m9250,611l9236,611,9236,621,9236,623,9234,627,9233,629,9229,632,9227,632,9250,632,9250,631,9250,628,9250,611e" filled="t" fillcolor="#003F85" stroked="f">
                <v:path arrowok="t"/>
                <v:fill/>
              </v:shape>
              <v:shape style="position:absolute;left:9202;top:573;width:51;height:72" coordorigin="9202,573" coordsize="51,72" path="m9233,573l9220,573,9215,575,9208,581,9205,586,9204,593,9217,596,9218,593,9219,590,9222,588,9224,587,9250,587,9249,586,9247,580,9244,578,9238,574,9233,573e" filled="t" fillcolor="#003F85" stroked="f">
                <v:path arrowok="t"/>
                <v:fill/>
              </v:shape>
            </v:group>
            <v:group style="position:absolute;left:9264;top:549;width:14;height:95" coordorigin="9264,549" coordsize="14,95">
              <v:shape style="position:absolute;left:9264;top:549;width:14;height:95" coordorigin="9264,549" coordsize="14,95" path="m9279,575l9264,575,9264,644,9279,644,9279,575e" filled="t" fillcolor="#003F85" stroked="f">
                <v:path arrowok="t"/>
                <v:fill/>
              </v:shape>
              <v:shape style="position:absolute;left:9264;top:549;width:14;height:95" coordorigin="9264,549" coordsize="14,95" path="m9279,549l9264,549,9264,566,9279,566,9279,549e" filled="t" fillcolor="#003F85" stroked="f">
                <v:path arrowok="t"/>
                <v:fill/>
              </v:shape>
            </v:group>
            <v:group style="position:absolute;left:9293;top:573;width:50;height:70" coordorigin="9293,573" coordsize="50,70">
              <v:shape style="position:absolute;left:9293;top:573;width:50;height:70" coordorigin="9293,573" coordsize="50,70" path="m9307,575l9293,575,9293,644,9308,644,9308,605,9308,599,9310,594,9311,591,9315,588,9317,587,9342,587,9341,585,9307,585,9307,575e" filled="t" fillcolor="#003F85" stroked="f">
                <v:path arrowok="t"/>
                <v:fill/>
              </v:shape>
              <v:shape style="position:absolute;left:9293;top:573;width:50;height:70" coordorigin="9293,573" coordsize="50,70" path="m9342,587l9322,587,9323,588,9326,590,9327,592,9328,597,9328,599,9329,644,9343,644,9343,594,9342,589,9342,587e" filled="t" fillcolor="#003F85" stroked="f">
                <v:path arrowok="t"/>
                <v:fill/>
              </v:shape>
              <v:shape style="position:absolute;left:9293;top:573;width:50;height:70" coordorigin="9293,573" coordsize="50,70" path="m9329,573l9321,573,9318,574,9312,578,9309,581,9307,585,9341,585,9340,582,9338,579,9332,574,9329,573e" filled="t" fillcolor="#003F85" stroked="f">
                <v:path arrowok="t"/>
                <v:fill/>
              </v:shape>
            </v:group>
            <v:group style="position:absolute;left:9354;top:573;width:51;height:72" coordorigin="9354,573" coordsize="51,72">
              <v:shape style="position:absolute;left:9354;top:573;width:51;height:72" coordorigin="9354,573" coordsize="51,72" path="m9401,587l9381,587,9383,588,9385,589,9386,590,9387,591,9387,593,9388,595,9388,599,9385,600,9380,602,9368,605,9364,606,9359,610,9357,612,9355,618,9354,621,9354,631,9355,636,9362,643,9367,645,9375,645,9378,644,9384,641,9386,639,9389,636,9403,636,9402,632,9374,632,9372,632,9369,628,9368,626,9368,621,9369,619,9372,616,9375,615,9383,612,9386,611,9388,611,9402,611,9402,590,9401,587e" filled="t" fillcolor="#003F85" stroked="f">
                <v:path arrowok="t"/>
                <v:fill/>
              </v:shape>
              <v:shape style="position:absolute;left:9354;top:573;width:51;height:72" coordorigin="9354,573" coordsize="51,72" path="m9403,636l9389,636,9391,644,9405,644,9404,640,9403,637,9403,636e" filled="t" fillcolor="#003F85" stroked="f">
                <v:path arrowok="t"/>
                <v:fill/>
              </v:shape>
              <v:shape style="position:absolute;left:9354;top:573;width:51;height:72" coordorigin="9354,573" coordsize="51,72" path="m9402,611l9388,611,9387,621,9387,623,9386,627,9384,629,9380,632,9378,632,9402,632,9402,631,9402,628,9402,611e" filled="t" fillcolor="#003F85" stroked="f">
                <v:path arrowok="t"/>
                <v:fill/>
              </v:shape>
              <v:shape style="position:absolute;left:9354;top:573;width:51;height:72" coordorigin="9354,573" coordsize="51,72" path="m9385,573l9372,573,9367,575,9360,581,9357,586,9355,593,9368,596,9369,593,9370,590,9373,588,9375,587,9401,587,9401,586,9398,580,9396,578,9390,574,9385,573e" filled="t" fillcolor="#003F85" stroked="f">
                <v:path arrowok="t"/>
                <v:fill/>
              </v:shape>
            </v:group>
            <v:group style="position:absolute;left:8225;top:701;width:43;height:70" coordorigin="8225,701" coordsize="43,70">
              <v:shape style="position:absolute;left:8225;top:701;width:43;height:70" coordorigin="8225,701" coordsize="43,70" path="m8266,701l8225,701,8225,770,8267,770,8267,762,8232,762,8232,738,8264,738,8264,730,8232,730,8232,709,8266,709,8266,701e" filled="t" fillcolor="#6D6E70" stroked="f">
                <v:path arrowok="t"/>
                <v:fill/>
              </v:shape>
            </v:group>
            <v:group style="position:absolute;left:8278;top:701;width:45;height:70" coordorigin="8278,701" coordsize="45,70">
              <v:shape style="position:absolute;left:8278;top:701;width:45;height:70" coordorigin="8278,701" coordsize="45,70" path="m8285,701l8278,701,8278,770,8285,770,8285,715,8294,715,8285,701e" filled="t" fillcolor="#6D6E70" stroked="f">
                <v:path arrowok="t"/>
                <v:fill/>
              </v:shape>
              <v:shape style="position:absolute;left:8278;top:701;width:45;height:70" coordorigin="8278,701" coordsize="45,70" path="m8294,715l8285,715,8315,770,8323,770,8323,755,8315,755,8294,715e" filled="t" fillcolor="#6D6E70" stroked="f">
                <v:path arrowok="t"/>
                <v:fill/>
              </v:shape>
              <v:shape style="position:absolute;left:8278;top:701;width:45;height:70" coordorigin="8278,701" coordsize="45,70" path="m8323,701l8315,701,8315,755,8323,755,8323,701e" filled="t" fillcolor="#6D6E70" stroked="f">
                <v:path arrowok="t"/>
                <v:fill/>
              </v:shape>
            </v:group>
            <v:group style="position:absolute;left:8337;top:701;width:8;height:70" coordorigin="8337,701" coordsize="8,70">
              <v:shape style="position:absolute;left:8337;top:701;width:8;height:70" coordorigin="8337,701" coordsize="8,70" path="m8337,735l8345,735e" filled="f" stroked="t" strokeweight="3.5922pt" strokecolor="#6D6E70">
                <v:path arrowok="t"/>
              </v:shape>
            </v:group>
            <v:group style="position:absolute;left:8354;top:741;width:22;height:9" coordorigin="8354,741" coordsize="22,9">
              <v:shape style="position:absolute;left:8354;top:741;width:22;height:9" coordorigin="8354,741" coordsize="22,9" path="m8354,745l8376,745e" filled="f" stroked="t" strokeweight=".5316pt" strokecolor="#6D6E70">
                <v:path arrowok="t"/>
              </v:shape>
            </v:group>
            <v:group style="position:absolute;left:8382;top:699;width:51;height:72" coordorigin="8382,699" coordsize="51,72">
              <v:shape style="position:absolute;left:8382;top:699;width:51;height:72" coordorigin="8382,699" coordsize="51,72" path="m8415,699l8404,699,8400,701,8382,727,8382,743,8403,772,8415,772,8420,770,8426,764,8403,764,8398,761,8392,752,8390,745,8390,729,8405,707,8427,707,8419,701,8415,699e" filled="t" fillcolor="#6D6E70" stroked="f">
                <v:path arrowok="t"/>
                <v:fill/>
              </v:shape>
              <v:shape style="position:absolute;left:8382;top:699;width:51;height:72" coordorigin="8382,699" coordsize="51,72" path="m8425,746l8424,752,8422,756,8416,762,8412,764,8426,764,8428,762,8431,756,8433,748,8425,746e" filled="t" fillcolor="#6D6E70" stroked="f">
                <v:path arrowok="t"/>
                <v:fill/>
              </v:shape>
              <v:shape style="position:absolute;left:8382;top:699;width:51;height:72" coordorigin="8382,699" coordsize="51,72" path="m8427,707l8417,707,8422,712,8424,722,8432,720,8430,713,8427,708,8427,707e" filled="t" fillcolor="#6D6E70" stroked="f">
                <v:path arrowok="t"/>
                <v:fill/>
              </v:shape>
            </v:group>
            <v:group style="position:absolute;left:8440;top:699;width:55;height:72" coordorigin="8440,699" coordsize="55,72">
              <v:shape style="position:absolute;left:8440;top:699;width:55;height:72" coordorigin="8440,699" coordsize="55,72" path="m8473,699l8460,699,8453,703,8448,709,8443,715,8440,724,8440,746,8442,754,8452,768,8459,772,8476,772,8483,768,8486,764,8462,764,8457,761,8450,752,8448,746,8448,727,8450,719,8457,710,8462,707,8486,707,8485,706,8477,701,8473,699e" filled="t" fillcolor="#6D6E70" stroked="f">
                <v:path arrowok="t"/>
                <v:fill/>
              </v:shape>
              <v:shape style="position:absolute;left:8440;top:699;width:55;height:72" coordorigin="8440,699" coordsize="55,72" path="m8486,707l8471,707,8474,708,8480,713,8483,716,8486,724,8487,728,8487,745,8485,752,8478,761,8473,764,8486,764,8492,754,8495,746,8495,728,8494,721,8489,711,8486,707e" filled="t" fillcolor="#6D6E70" stroked="f">
                <v:path arrowok="t"/>
                <v:fill/>
              </v:shape>
            </v:group>
            <v:group style="position:absolute;left:8502;top:699;width:55;height:72" coordorigin="8502,699" coordsize="55,72">
              <v:shape style="position:absolute;left:8502;top:699;width:55;height:72" coordorigin="8502,699" coordsize="55,72" path="m8535,699l8522,699,8515,703,8505,715,8502,724,8502,746,8505,754,8514,768,8521,772,8538,772,8545,768,8548,764,8524,764,8520,761,8512,752,8510,746,8510,727,8512,719,8519,710,8524,707,8548,707,8548,706,8539,701,8535,699e" filled="t" fillcolor="#6D6E70" stroked="f">
                <v:path arrowok="t"/>
                <v:fill/>
              </v:shape>
              <v:shape style="position:absolute;left:8502;top:699;width:55;height:72" coordorigin="8502,699" coordsize="55,72" path="m8548,707l8533,707,8537,708,8543,713,8545,716,8548,724,8549,728,8549,745,8547,752,8540,761,8535,764,8548,764,8555,754,8557,746,8557,728,8556,721,8551,711,8548,707e" filled="t" fillcolor="#6D6E70" stroked="f">
                <v:path arrowok="t"/>
                <v:fill/>
              </v:shape>
            </v:group>
            <v:group style="position:absolute;left:8567;top:701;width:44;height:70" coordorigin="8567,701" coordsize="44,70">
              <v:shape style="position:absolute;left:8567;top:701;width:44;height:70" coordorigin="8567,701" coordsize="44,70" path="m8593,701l8567,701,8567,770,8574,770,8574,742,8597,742,8602,740,8607,734,8574,734,8574,709,8608,709,8605,705,8603,703,8597,701,8593,701e" filled="t" fillcolor="#6D6E70" stroked="f">
                <v:path arrowok="t"/>
                <v:fill/>
              </v:shape>
              <v:shape style="position:absolute;left:8567;top:701;width:44;height:70" coordorigin="8567,701" coordsize="44,70" path="m8608,709l8593,709,8596,709,8599,711,8600,712,8602,716,8603,718,8603,725,8601,728,8597,733,8594,734,8607,734,8609,732,8610,727,8610,716,8609,712,8608,709e" filled="t" fillcolor="#6D6E70" stroked="f">
                <v:path arrowok="t"/>
                <v:fill/>
              </v:shape>
            </v:group>
            <v:group style="position:absolute;left:8620;top:701;width:43;height:70" coordorigin="8620,701" coordsize="43,70">
              <v:shape style="position:absolute;left:8620;top:701;width:43;height:70" coordorigin="8620,701" coordsize="43,70" path="m8662,701l8620,701,8620,770,8663,770,8663,762,8628,762,8628,738,8659,738,8659,730,8628,730,8628,709,8662,709,8662,701e" filled="t" fillcolor="#6D6E70" stroked="f">
                <v:path arrowok="t"/>
                <v:fill/>
              </v:shape>
            </v:group>
            <v:group style="position:absolute;left:8673;top:701;width:50;height:70" coordorigin="8673,701" coordsize="50,70">
              <v:shape style="position:absolute;left:8673;top:701;width:50;height:70" coordorigin="8673,701" coordsize="50,70" path="m8704,701l8673,701,8673,770,8681,770,8681,739,8704,739,8703,739,8708,738,8712,736,8716,731,8681,731,8681,708,8716,708,8715,706,8713,704,8708,701,8704,701e" filled="t" fillcolor="#6D6E70" stroked="f">
                <v:path arrowok="t"/>
                <v:fill/>
              </v:shape>
              <v:shape style="position:absolute;left:8673;top:701;width:50;height:70" coordorigin="8673,701" coordsize="50,70" path="m8704,739l8692,739,8694,740,8697,741,8699,742,8702,746,8704,750,8707,756,8714,770,8724,770,8712,748,8710,745,8707,741,8705,740,8704,739e" filled="t" fillcolor="#6D6E70" stroked="f">
                <v:path arrowok="t"/>
                <v:fill/>
              </v:shape>
              <v:shape style="position:absolute;left:8673;top:701;width:50;height:70" coordorigin="8673,701" coordsize="50,70" path="m8716,708l8703,708,8706,709,8710,713,8711,716,8711,722,8711,724,8709,728,8707,729,8704,731,8701,731,8716,731,8718,729,8719,725,8719,716,8718,712,8716,708e" filled="t" fillcolor="#6D6E70" stroked="f">
                <v:path arrowok="t"/>
                <v:fill/>
              </v:shape>
            </v:group>
            <v:group style="position:absolute;left:8725;top:701;width:54;height:70" coordorigin="8725,701" coordsize="54,70">
              <v:shape style="position:absolute;left:8725;top:701;width:54;height:70" coordorigin="8725,701" coordsize="54,70" path="m8755,701l8747,701,8725,770,8733,770,8739,749,8771,749,8769,742,8741,742,8748,721,8749,717,8750,712,8751,708,8758,708,8755,701e" filled="t" fillcolor="#6D6E70" stroked="f">
                <v:path arrowok="t"/>
                <v:fill/>
              </v:shape>
              <v:shape style="position:absolute;left:8725;top:701;width:54;height:70" coordorigin="8725,701" coordsize="54,70" path="m8771,749l8763,749,8770,770,8779,770,8771,749e" filled="t" fillcolor="#6D6E70" stroked="f">
                <v:path arrowok="t"/>
                <v:fill/>
              </v:shape>
              <v:shape style="position:absolute;left:8725;top:701;width:54;height:70" coordorigin="8725,701" coordsize="54,70" path="m8758,708l8751,708,8752,712,8753,717,8761,742,8769,742,8758,708e" filled="t" fillcolor="#6D6E70" stroked="f">
                <v:path arrowok="t"/>
                <v:fill/>
              </v:shape>
            </v:group>
            <v:group style="position:absolute;left:8784;top:701;width:50;height:70" coordorigin="8784,701" coordsize="50,70">
              <v:shape style="position:absolute;left:8784;top:701;width:50;height:70" coordorigin="8784,701" coordsize="50,70" path="m8815,701l8784,701,8784,770,8792,770,8792,739,8815,739,8814,739,8819,738,8823,736,8827,731,8792,731,8792,708,8827,708,8826,706,8824,704,8819,701,8815,701e" filled="t" fillcolor="#6D6E70" stroked="f">
                <v:path arrowok="t"/>
                <v:fill/>
              </v:shape>
              <v:shape style="position:absolute;left:8784;top:701;width:50;height:70" coordorigin="8784,701" coordsize="50,70" path="m8815,739l8803,739,8805,740,8808,741,8810,742,8813,746,8815,750,8825,770,8835,770,8823,748,8821,745,8818,741,8816,740,8815,739e" filled="t" fillcolor="#6D6E70" stroked="f">
                <v:path arrowok="t"/>
                <v:fill/>
              </v:shape>
              <v:shape style="position:absolute;left:8784;top:701;width:50;height:70" coordorigin="8784,701" coordsize="50,70" path="m8827,708l8814,708,8817,709,8821,713,8822,716,8822,722,8812,731,8827,731,8829,729,8830,725,8830,716,8829,712,8827,708e" filled="t" fillcolor="#6D6E70" stroked="f">
                <v:path arrowok="t"/>
                <v:fill/>
              </v:shape>
            </v:group>
            <v:group style="position:absolute;left:8842;top:701;width:43;height:70" coordorigin="8842,701" coordsize="43,70">
              <v:shape style="position:absolute;left:8842;top:701;width:43;height:70" coordorigin="8842,701" coordsize="43,70" path="m8884,701l8842,701,8842,770,8885,770,8885,762,8850,762,8850,738,8882,738,8882,730,8850,730,8850,709,8884,709,8884,701e" filled="t" fillcolor="#6D6E70" stroked="f">
                <v:path arrowok="t"/>
                <v:fill/>
              </v:shape>
            </v:group>
            <v:group style="position:absolute;left:8912;top:701;width:26;height:70" coordorigin="8912,701" coordsize="26,70">
              <v:shape style="position:absolute;left:8912;top:701;width:26;height:70" coordorigin="8912,701" coordsize="26,70" path="m8939,709l8931,709,8931,770,8939,770,8939,709e" filled="t" fillcolor="#6D6E70" stroked="f">
                <v:path arrowok="t"/>
                <v:fill/>
              </v:shape>
              <v:shape style="position:absolute;left:8912;top:701;width:26;height:70" coordorigin="8912,701" coordsize="26,70" path="m8958,701l8912,701,8912,709,8958,709,8958,701e" filled="t" fillcolor="#6D6E70" stroked="f">
                <v:path arrowok="t"/>
                <v:fill/>
              </v:shape>
            </v:group>
            <v:group style="position:absolute;left:8965;top:701;width:50;height:70" coordorigin="8965,701" coordsize="50,70">
              <v:shape style="position:absolute;left:8965;top:701;width:50;height:70" coordorigin="8965,701" coordsize="50,70" path="m8996,701l8965,701,8965,770,8973,770,8973,739,8996,739,8995,739,9000,738,9004,736,9008,731,8973,731,8973,708,9008,708,9007,706,9005,704,9000,701,8996,701e" filled="t" fillcolor="#6D6E70" stroked="f">
                <v:path arrowok="t"/>
                <v:fill/>
              </v:shape>
              <v:shape style="position:absolute;left:8965;top:701;width:50;height:70" coordorigin="8965,701" coordsize="50,70" path="m8996,739l8984,739,8986,740,8989,741,8990,742,8993,746,8996,750,9006,770,9016,770,9004,748,9002,745,8999,741,8997,740,8996,739e" filled="t" fillcolor="#6D6E70" stroked="f">
                <v:path arrowok="t"/>
                <v:fill/>
              </v:shape>
              <v:shape style="position:absolute;left:8965;top:701;width:50;height:70" coordorigin="8965,701" coordsize="50,70" path="m9008,708l8995,708,8998,709,9002,713,9003,716,9003,722,8993,731,9008,731,9010,729,9011,725,9011,716,9010,712,9008,708e" filled="t" fillcolor="#6D6E70" stroked="f">
                <v:path arrowok="t"/>
                <v:fill/>
              </v:shape>
            </v:group>
            <v:group style="position:absolute;left:9017;top:701;width:54;height:70" coordorigin="9017,701" coordsize="54,70">
              <v:shape style="position:absolute;left:9017;top:701;width:54;height:70" coordorigin="9017,701" coordsize="54,70" path="m9047,701l9039,701,9017,770,9025,770,9031,749,9063,749,9061,742,9033,742,9041,717,9042,712,9043,708,9049,708,9047,701e" filled="t" fillcolor="#6D6E70" stroked="f">
                <v:path arrowok="t"/>
                <v:fill/>
              </v:shape>
              <v:shape style="position:absolute;left:9017;top:701;width:54;height:70" coordorigin="9017,701" coordsize="54,70" path="m9063,749l9055,749,9062,770,9070,770,9063,749e" filled="t" fillcolor="#6D6E70" stroked="f">
                <v:path arrowok="t"/>
                <v:fill/>
              </v:shape>
              <v:shape style="position:absolute;left:9017;top:701;width:54;height:70" coordorigin="9017,701" coordsize="54,70" path="m9049,708l9043,708,9044,712,9045,717,9053,742,9061,742,9049,708e" filled="t" fillcolor="#6D6E70" stroked="f">
                <v:path arrowok="t"/>
                <v:fill/>
              </v:shape>
            </v:group>
            <v:group style="position:absolute;left:9076;top:701;width:45;height:70" coordorigin="9076,701" coordsize="45,70">
              <v:shape style="position:absolute;left:9076;top:701;width:45;height:70" coordorigin="9076,701" coordsize="45,70" path="m9084,701l9076,701,9076,770,9083,770,9083,715,9092,715,9084,701e" filled="t" fillcolor="#6D6E70" stroked="f">
                <v:path arrowok="t"/>
                <v:fill/>
              </v:shape>
              <v:shape style="position:absolute;left:9076;top:701;width:45;height:70" coordorigin="9076,701" coordsize="45,70" path="m9092,715l9083,715,9114,770,9121,770,9121,755,9114,755,9092,715e" filled="t" fillcolor="#6D6E70" stroked="f">
                <v:path arrowok="t"/>
                <v:fill/>
              </v:shape>
              <v:shape style="position:absolute;left:9076;top:701;width:45;height:70" coordorigin="9076,701" coordsize="45,70" path="m9121,701l9114,701,9114,755,9121,755,9121,701e" filled="t" fillcolor="#6D6E70" stroked="f">
                <v:path arrowok="t"/>
                <v:fill/>
              </v:shape>
            </v:group>
            <v:group style="position:absolute;left:9132;top:699;width:46;height:72" coordorigin="9132,699" coordsize="46,72">
              <v:shape style="position:absolute;left:9132;top:699;width:46;height:72" coordorigin="9132,699" coordsize="46,72" path="m9139,747l9132,748,9132,755,9134,761,9142,769,9148,772,9160,772,9164,771,9170,767,9173,765,9173,763,9152,763,9150,763,9145,760,9143,758,9140,754,9139,751,9139,747e" filled="t" fillcolor="#6D6E70" stroked="f">
                <v:path arrowok="t"/>
                <v:fill/>
              </v:shape>
              <v:shape style="position:absolute;left:9132;top:699;width:46;height:72" coordorigin="9132,699" coordsize="46,72" path="m9158,699l9148,699,9143,701,9136,708,9134,713,9134,722,9159,740,9163,741,9166,743,9168,744,9169,747,9170,749,9170,755,9169,758,9164,762,9160,763,9173,763,9176,758,9177,755,9177,747,9176,743,9149,727,9145,726,9142,723,9141,721,9141,715,9142,712,9147,708,9150,707,9172,707,9171,706,9168,704,9162,700,9158,699e" filled="t" fillcolor="#6D6E70" stroked="f">
                <v:path arrowok="t"/>
                <v:fill/>
              </v:shape>
              <v:shape style="position:absolute;left:9132;top:699;width:46;height:72" coordorigin="9132,699" coordsize="46,72" path="m9172,707l9159,707,9162,709,9166,713,9168,716,9168,721,9175,720,9175,716,9174,712,9172,707e" filled="t" fillcolor="#6D6E70" stroked="f">
                <v:path arrowok="t"/>
                <v:fill/>
              </v:shape>
            </v:group>
            <v:group style="position:absolute;left:9188;top:701;width:39;height:70" coordorigin="9188,701" coordsize="39,70">
              <v:shape style="position:absolute;left:9188;top:701;width:39;height:70" coordorigin="9188,701" coordsize="39,70" path="m9227,701l9188,701,9188,770,9196,770,9196,739,9222,739,9222,730,9196,730,9196,709,9227,709,9227,701e" filled="t" fillcolor="#6D6E70" stroked="f">
                <v:path arrowok="t"/>
                <v:fill/>
              </v:shape>
            </v:group>
            <v:group style="position:absolute;left:9236;top:701;width:50;height:70" coordorigin="9236,701" coordsize="50,70">
              <v:shape style="position:absolute;left:9236;top:701;width:50;height:70" coordorigin="9236,701" coordsize="50,70" path="m9267,701l9236,701,9236,770,9244,770,9244,739,9267,739,9266,739,9271,738,9275,736,9279,731,9244,731,9244,708,9279,708,9278,706,9276,704,9271,701,9267,701e" filled="t" fillcolor="#6D6E70" stroked="f">
                <v:path arrowok="t"/>
                <v:fill/>
              </v:shape>
              <v:shape style="position:absolute;left:9236;top:701;width:50;height:70" coordorigin="9236,701" coordsize="50,70" path="m9267,739l9255,739,9257,740,9260,741,9261,742,9264,746,9267,750,9270,756,9277,770,9287,770,9275,748,9273,745,9270,741,9268,740,9267,739e" filled="t" fillcolor="#6D6E70" stroked="f">
                <v:path arrowok="t"/>
                <v:fill/>
              </v:shape>
              <v:shape style="position:absolute;left:9236;top:701;width:50;height:70" coordorigin="9236,701" coordsize="50,70" path="m9279,708l9266,708,9269,709,9273,713,9274,716,9274,722,9264,731,9279,731,9281,729,9282,725,9282,716,9281,712,9279,708e" filled="t" fillcolor="#6D6E70" stroked="f">
                <v:path arrowok="t"/>
                <v:fill/>
              </v:shape>
            </v:group>
            <v:group style="position:absolute;left:9292;top:699;width:55;height:72" coordorigin="9292,699" coordsize="55,72">
              <v:shape style="position:absolute;left:9292;top:699;width:55;height:72" coordorigin="9292,699" coordsize="55,72" path="m9324,699l9312,699,9305,703,9295,715,9292,724,9292,746,9294,754,9304,768,9311,772,9328,772,9335,768,9338,764,9314,764,9309,761,9302,752,9300,746,9300,727,9302,719,9309,710,9314,707,9338,707,9337,706,9329,701,9324,699e" filled="t" fillcolor="#6D6E70" stroked="f">
                <v:path arrowok="t"/>
                <v:fill/>
              </v:shape>
              <v:shape style="position:absolute;left:9292;top:699;width:55;height:72" coordorigin="9292,699" coordsize="55,72" path="m9338,707l9323,707,9326,708,9332,713,9335,716,9338,724,9339,728,9339,745,9337,752,9330,761,9325,764,9338,764,9344,754,9347,746,9347,728,9346,721,9341,711,9338,707e" filled="t" fillcolor="#6D6E70" stroked="f">
                <v:path arrowok="t"/>
                <v:fill/>
              </v:shape>
            </v:group>
            <v:group style="position:absolute;left:9356;top:701;width:45;height:70" coordorigin="9356,701" coordsize="45,70">
              <v:shape style="position:absolute;left:9356;top:701;width:45;height:70" coordorigin="9356,701" coordsize="45,70" path="m9364,701l9356,701,9356,770,9363,770,9363,715,9372,715,9364,701e" filled="t" fillcolor="#6D6E70" stroked="f">
                <v:path arrowok="t"/>
                <v:fill/>
              </v:shape>
              <v:shape style="position:absolute;left:9356;top:701;width:45;height:70" coordorigin="9356,701" coordsize="45,70" path="m9372,715l9363,715,9394,770,9401,770,9401,755,9394,755,9372,715e" filled="t" fillcolor="#6D6E70" stroked="f">
                <v:path arrowok="t"/>
                <v:fill/>
              </v:shape>
              <v:shape style="position:absolute;left:9356;top:701;width:45;height:70" coordorigin="9356,701" coordsize="45,70" path="m9401,701l9394,701,9394,755,9401,755,9401,701e" filled="t" fillcolor="#6D6E70" stroked="f">
                <v:path arrowok="t"/>
                <v:fill/>
              </v:shape>
            </v:group>
            <v:group style="position:absolute;left:9410;top:701;width:26;height:70" coordorigin="9410,701" coordsize="26,70">
              <v:shape style="position:absolute;left:9410;top:701;width:26;height:70" coordorigin="9410,701" coordsize="26,70" path="m9436,709l9429,709,9429,770,9436,770,9436,709e" filled="t" fillcolor="#6D6E70" stroked="f">
                <v:path arrowok="t"/>
                <v:fill/>
              </v:shape>
              <v:shape style="position:absolute;left:9410;top:701;width:26;height:70" coordorigin="9410,701" coordsize="26,70" path="m9455,701l9410,701,9410,709,9455,709,9455,701e" filled="t" fillcolor="#6D6E70" stroked="f">
                <v:path arrowok="t"/>
                <v:fill/>
              </v:shape>
            </v:group>
            <v:group style="position:absolute;left:9451;top:701;width:54;height:70" coordorigin="9451,701" coordsize="54,70">
              <v:shape style="position:absolute;left:9451;top:701;width:54;height:70" coordorigin="9451,701" coordsize="54,70" path="m9481,701l9473,701,9451,770,9459,770,9465,749,9497,749,9495,742,9467,742,9474,721,9475,717,9476,712,9477,708,9484,708,9481,701e" filled="t" fillcolor="#6D6E70" stroked="f">
                <v:path arrowok="t"/>
                <v:fill/>
              </v:shape>
              <v:shape style="position:absolute;left:9451;top:701;width:54;height:70" coordorigin="9451,701" coordsize="54,70" path="m9497,749l9489,749,9496,770,9504,770,9497,749e" filled="t" fillcolor="#6D6E70" stroked="f">
                <v:path arrowok="t"/>
                <v:fill/>
              </v:shape>
              <v:shape style="position:absolute;left:9451;top:701;width:54;height:70" coordorigin="9451,701" coordsize="54,70" path="m9484,708l9477,708,9478,712,9479,717,9487,742,9495,742,9484,708e" filled="t" fillcolor="#6D6E70" stroked="f">
                <v:path arrowok="t"/>
                <v:fill/>
              </v:shape>
            </v:group>
            <v:group style="position:absolute;left:9510;top:701;width:36;height:70" coordorigin="9510,701" coordsize="36,70">
              <v:shape style="position:absolute;left:9510;top:701;width:36;height:70" coordorigin="9510,701" coordsize="36,70" path="m9518,701l9510,701,9510,770,9546,770,9546,762,9518,762,9518,701e" filled="t" fillcolor="#6D6E70" stroked="f">
                <v:path arrowok="t"/>
                <v:fill/>
              </v:shape>
            </v:group>
            <v:group style="position:absolute;left:9556;top:701;width:8;height:70" coordorigin="9556,701" coordsize="8,70">
              <v:shape style="position:absolute;left:9556;top:701;width:8;height:70" coordorigin="9556,701" coordsize="8,70" path="m9556,735l9564,735e" filled="f" stroked="t" strokeweight="3.5922pt" strokecolor="#6D6E70">
                <v:path arrowok="t"/>
              </v:shape>
            </v:group>
            <v:group style="position:absolute;left:9577;top:701;width:43;height:70" coordorigin="9577,701" coordsize="43,70">
              <v:shape style="position:absolute;left:9577;top:701;width:43;height:70" coordorigin="9577,701" coordsize="43,70" path="m9619,701l9577,701,9577,770,9620,770,9620,762,9585,762,9585,738,9617,738,9617,730,9585,730,9585,709,9619,709,9619,701e" filled="t" fillcolor="#6D6E70" stroked="f">
                <v:path arrowok="t"/>
                <v:fill/>
              </v:shape>
            </v:group>
            <v:group style="position:absolute;left:9631;top:701;width:50;height:70" coordorigin="9631,701" coordsize="50,70">
              <v:shape style="position:absolute;left:9631;top:701;width:50;height:70" coordorigin="9631,701" coordsize="50,70" path="m9661,701l9631,701,9631,770,9638,770,9638,739,9662,739,9660,739,9665,738,9669,736,9673,731,9638,731,9638,708,9674,708,9672,706,9670,704,9665,701,9661,701e" filled="t" fillcolor="#6D6E70" stroked="f">
                <v:path arrowok="t"/>
                <v:fill/>
              </v:shape>
              <v:shape style="position:absolute;left:9631;top:701;width:50;height:70" coordorigin="9631,701" coordsize="50,70" path="m9662,739l9649,739,9651,740,9654,741,9656,742,9659,746,9661,750,9664,756,9672,770,9681,770,9669,748,9667,745,9664,741,9662,740,9662,739e" filled="t" fillcolor="#6D6E70" stroked="f">
                <v:path arrowok="t"/>
                <v:fill/>
              </v:shape>
              <v:shape style="position:absolute;left:9631;top:701;width:50;height:70" coordorigin="9631,701" coordsize="50,70" path="m9674,708l9660,708,9663,709,9667,713,9669,716,9669,722,9658,731,9673,731,9675,729,9676,725,9676,716,9676,712,9674,708e" filled="t" fillcolor="#6D6E70" stroked="f">
                <v:path arrowok="t"/>
                <v:fill/>
              </v:shape>
            </v:group>
            <v:group style="position:absolute;left:9682;top:683;width:54;height:87" coordorigin="9682,683" coordsize="54,87">
              <v:shape style="position:absolute;left:9682;top:683;width:54;height:87" coordorigin="9682,683" coordsize="54,87" path="m9712,701l9704,701,9682,770,9690,770,9696,749,9729,749,9726,742,9698,742,9706,717,9707,712,9708,708,9715,708,9712,701e" filled="t" fillcolor="#6D6E70" stroked="f">
                <v:path arrowok="t"/>
                <v:fill/>
              </v:shape>
              <v:shape style="position:absolute;left:9682;top:683;width:54;height:87" coordorigin="9682,683" coordsize="54,87" path="m9729,749l9720,749,9727,770,9736,770,9729,749e" filled="t" fillcolor="#6D6E70" stroked="f">
                <v:path arrowok="t"/>
                <v:fill/>
              </v:shape>
              <v:shape style="position:absolute;left:9682;top:683;width:54;height:87" coordorigin="9682,683" coordsize="54,87" path="m9715,708l9708,708,9709,712,9710,717,9718,742,9726,742,9715,708e" filled="t" fillcolor="#6D6E70" stroked="f">
                <v:path arrowok="t"/>
                <v:fill/>
              </v:shape>
              <v:shape style="position:absolute;left:9682;top:683;width:54;height:87" coordorigin="9682,683" coordsize="54,87" path="m9701,683l9697,683,9697,687,9697,688,9698,691,9702,695,9705,696,9711,696,9714,695,9718,691,9718,690,9704,690,9702,688,9701,683e" filled="t" fillcolor="#6D6E70" stroked="f">
                <v:path arrowok="t"/>
                <v:fill/>
              </v:shape>
              <v:shape style="position:absolute;left:9682;top:683;width:54;height:87" coordorigin="9682,683" coordsize="54,87" path="m9720,683l9715,683,9714,686,9714,687,9712,689,9710,690,9718,690,9719,688,9719,687,9720,683e" filled="t" fillcolor="#6D6E70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350.34201pt;margin-top:33.665356pt;width:34.855pt;height:6.7054pt;mso-position-horizontal-relative:page;mso-position-vertical-relative:page;z-index:-104" coordorigin="7007,673" coordsize="697,134">
            <v:group style="position:absolute;left:7017;top:707;width:40;height:66" coordorigin="7017,707" coordsize="40,66">
              <v:shape style="position:absolute;left:7017;top:707;width:40;height:66" coordorigin="7017,707" coordsize="40,66" path="m7056,707l7017,707,7017,773,7057,773,7057,766,7024,766,7024,743,7054,743,7054,735,7024,735,7024,715,7056,715,7056,707e" filled="t" fillcolor="#003F85" stroked="f">
                <v:path arrowok="t"/>
                <v:fill/>
              </v:shape>
            </v:group>
            <v:group style="position:absolute;left:7067;top:707;width:43;height:67" coordorigin="7067,707" coordsize="43,67">
              <v:shape style="position:absolute;left:7067;top:707;width:43;height:67" coordorigin="7067,707" coordsize="43,67" path="m7074,707l7067,707,7067,757,7069,764,7076,772,7081,775,7094,775,7098,773,7104,769,7106,767,7085,767,7082,766,7078,763,7077,761,7075,756,7074,752,7074,707e" filled="t" fillcolor="#003F85" stroked="f">
                <v:path arrowok="t"/>
                <v:fill/>
              </v:shape>
              <v:shape style="position:absolute;left:7067;top:707;width:43;height:67" coordorigin="7067,707" coordsize="43,67" path="m7110,707l7103,707,7103,754,7101,759,7097,765,7093,767,7106,767,7107,765,7109,757,7110,752,7110,707e" filled="t" fillcolor="#003F85" stroked="f">
                <v:path arrowok="t"/>
                <v:fill/>
              </v:shape>
            </v:group>
            <v:group style="position:absolute;left:7122;top:707;width:48;height:66" coordorigin="7122,707" coordsize="48,66">
              <v:shape style="position:absolute;left:7122;top:707;width:48;height:66" coordorigin="7122,707" coordsize="48,66" path="m7151,707l7122,707,7122,773,7129,773,7129,744,7151,744,7150,743,7155,742,7159,740,7162,736,7129,736,7129,715,7162,715,7161,712,7159,710,7154,708,7151,707e" filled="t" fillcolor="#003F85" stroked="f">
                <v:path arrowok="t"/>
                <v:fill/>
              </v:shape>
              <v:shape style="position:absolute;left:7122;top:707;width:48;height:66" coordorigin="7122,707" coordsize="48,66" path="m7151,744l7140,744,7141,744,7144,746,7145,747,7148,751,7150,754,7160,773,7170,773,7158,752,7157,750,7153,746,7152,745,7151,744e" filled="t" fillcolor="#003F85" stroked="f">
                <v:path arrowok="t"/>
                <v:fill/>
              </v:shape>
              <v:shape style="position:absolute;left:7122;top:707;width:48;height:66" coordorigin="7122,707" coordsize="48,66" path="m7162,715l7150,715,7153,716,7157,719,7157,722,7158,728,7157,730,7155,733,7154,734,7150,736,7148,736,7162,736,7164,734,7165,730,7165,722,7164,718,7162,715e" filled="t" fillcolor="#003F85" stroked="f">
                <v:path arrowok="t"/>
                <v:fill/>
              </v:shape>
            </v:group>
            <v:group style="position:absolute;left:7174;top:706;width:52;height:68" coordorigin="7174,706" coordsize="52,68">
              <v:shape style="position:absolute;left:7174;top:706;width:52;height:68" coordorigin="7174,706" coordsize="52,68" path="m7205,706l7193,706,7187,709,7177,721,7174,729,7174,750,7177,758,7186,771,7192,775,7208,775,7215,771,7218,767,7195,767,7191,765,7187,760,7184,756,7182,750,7182,732,7183,725,7190,716,7195,714,7218,714,7217,713,7209,708,7205,706e" filled="t" fillcolor="#003F85" stroked="f">
                <v:path arrowok="t"/>
                <v:fill/>
              </v:shape>
              <v:shape style="position:absolute;left:7174;top:706;width:52;height:68" coordorigin="7174,706" coordsize="52,68" path="m7218,714l7204,714,7207,715,7213,719,7215,722,7218,729,7219,733,7219,749,7217,756,7210,765,7205,767,7218,767,7224,758,7226,750,7226,733,7225,727,7220,717,7218,714e" filled="t" fillcolor="#003F85" stroked="f">
                <v:path arrowok="t"/>
                <v:fill/>
              </v:shape>
            </v:group>
            <v:group style="position:absolute;left:7235;top:707;width:41;height:66" coordorigin="7235,707" coordsize="41,66">
              <v:shape style="position:absolute;left:7235;top:707;width:41;height:66" coordorigin="7235,707" coordsize="41,66" path="m7260,707l7235,707,7235,773,7242,773,7242,747,7264,747,7269,745,7274,739,7242,739,7242,715,7274,715,7272,712,7269,710,7264,708,7260,707e" filled="t" fillcolor="#003F85" stroked="f">
                <v:path arrowok="t"/>
                <v:fill/>
              </v:shape>
              <v:shape style="position:absolute;left:7235;top:707;width:41;height:66" coordorigin="7235,707" coordsize="41,66" path="m7274,715l7260,715,7263,715,7265,717,7267,718,7269,722,7269,724,7269,731,7268,734,7264,738,7261,739,7274,739,7275,737,7277,732,7277,722,7276,718,7274,715e" filled="t" fillcolor="#003F85" stroked="f">
                <v:path arrowok="t"/>
                <v:fill/>
              </v:shape>
            </v:group>
            <v:group style="position:absolute;left:7286;top:707;width:40;height:66" coordorigin="7286,707" coordsize="40,66">
              <v:shape style="position:absolute;left:7286;top:707;width:40;height:66" coordorigin="7286,707" coordsize="40,66" path="m7325,707l7286,707,7286,773,7326,773,7326,766,7293,766,7293,743,7323,743,7323,735,7293,735,7293,715,7325,715,7325,707e" filled="t" fillcolor="#003F85" stroked="f">
                <v:path arrowok="t"/>
                <v:fill/>
              </v:shape>
            </v:group>
            <v:group style="position:absolute;left:7330;top:707;width:51;height:66" coordorigin="7330,707" coordsize="51,66">
              <v:shape style="position:absolute;left:7330;top:707;width:51;height:66" coordorigin="7330,707" coordsize="51,66" path="m7359,707l7351,707,7330,773,7338,773,7344,753,7374,753,7372,746,7346,746,7352,727,7353,722,7354,719,7355,714,7361,714,7359,707e" filled="t" fillcolor="#003F85" stroked="f">
                <v:path arrowok="t"/>
                <v:fill/>
              </v:shape>
              <v:shape style="position:absolute;left:7330;top:707;width:51;height:66" coordorigin="7330,707" coordsize="51,66" path="m7374,753l7366,753,7373,773,7381,773,7374,753e" filled="t" fillcolor="#003F85" stroked="f">
                <v:path arrowok="t"/>
                <v:fill/>
              </v:shape>
              <v:shape style="position:absolute;left:7330;top:707;width:51;height:66" coordorigin="7330,707" coordsize="51,66" path="m7361,714l7355,714,7356,718,7357,723,7359,728,7364,746,7372,746,7361,714e" filled="t" fillcolor="#003F85" stroked="f">
                <v:path arrowok="t"/>
                <v:fill/>
              </v:shape>
            </v:group>
            <v:group style="position:absolute;left:7386;top:707;width:43;height:66" coordorigin="7386,707" coordsize="43,66">
              <v:shape style="position:absolute;left:7386;top:707;width:43;height:66" coordorigin="7386,707" coordsize="43,66" path="m7394,707l7386,707,7386,773,7393,773,7393,721,7401,721,7394,707e" filled="t" fillcolor="#003F85" stroked="f">
                <v:path arrowok="t"/>
                <v:fill/>
              </v:shape>
              <v:shape style="position:absolute;left:7386;top:707;width:43;height:66" coordorigin="7386,707" coordsize="43,66" path="m7401,721l7393,721,7422,773,7429,773,7429,759,7422,759,7401,721e" filled="t" fillcolor="#003F85" stroked="f">
                <v:path arrowok="t"/>
                <v:fill/>
              </v:shape>
              <v:shape style="position:absolute;left:7386;top:707;width:43;height:66" coordorigin="7386,707" coordsize="43,66" path="m7429,707l7422,707,7422,759,7429,759,7429,707e" filled="t" fillcolor="#003F85" stroked="f">
                <v:path arrowok="t"/>
                <v:fill/>
              </v:shape>
            </v:group>
            <v:group style="position:absolute;left:7462;top:707;width:43;height:67" coordorigin="7462,707" coordsize="43,67">
              <v:shape style="position:absolute;left:7462;top:707;width:43;height:67" coordorigin="7462,707" coordsize="43,67" path="m7469,707l7462,707,7462,757,7464,764,7471,772,7477,775,7489,775,7493,773,7500,769,7501,767,7480,767,7478,766,7473,763,7472,761,7470,756,7470,752,7469,707e" filled="t" fillcolor="#003F85" stroked="f">
                <v:path arrowok="t"/>
                <v:fill/>
              </v:shape>
              <v:shape style="position:absolute;left:7462;top:707;width:43;height:67" coordorigin="7462,707" coordsize="43,67" path="m7505,707l7498,707,7498,754,7497,759,7492,765,7488,767,7501,767,7502,765,7504,757,7505,752,7505,707e" filled="t" fillcolor="#003F85" stroked="f">
                <v:path arrowok="t"/>
                <v:fill/>
              </v:shape>
            </v:group>
            <v:group style="position:absolute;left:7517;top:707;width:43;height:66" coordorigin="7517,707" coordsize="43,66">
              <v:shape style="position:absolute;left:7517;top:707;width:43;height:66" coordorigin="7517,707" coordsize="43,66" path="m7524,707l7517,707,7517,773,7524,773,7524,721,7532,721,7524,707e" filled="t" fillcolor="#003F85" stroked="f">
                <v:path arrowok="t"/>
                <v:fill/>
              </v:shape>
              <v:shape style="position:absolute;left:7517;top:707;width:43;height:66" coordorigin="7517,707" coordsize="43,66" path="m7532,721l7524,721,7552,773,7559,773,7559,759,7553,759,7532,721e" filled="t" fillcolor="#003F85" stroked="f">
                <v:path arrowok="t"/>
                <v:fill/>
              </v:shape>
              <v:shape style="position:absolute;left:7517;top:707;width:43;height:66" coordorigin="7517,707" coordsize="43,66" path="m7559,707l7553,707,7553,759,7559,759,7559,707e" filled="t" fillcolor="#003F85" stroked="f">
                <v:path arrowok="t"/>
                <v:fill/>
              </v:shape>
            </v:group>
            <v:group style="position:absolute;left:7573;top:707;width:7;height:66" coordorigin="7573,707" coordsize="7,66">
              <v:shape style="position:absolute;left:7573;top:707;width:7;height:66" coordorigin="7573,707" coordsize="7,66" path="m7573,740l7580,740e" filled="f" stroked="t" strokeweight="3.4027pt" strokecolor="#003F85">
                <v:path arrowok="t"/>
              </v:shape>
            </v:group>
            <v:group style="position:absolute;left:7591;top:706;width:52;height:68" coordorigin="7591,706" coordsize="52,68">
              <v:shape style="position:absolute;left:7591;top:706;width:52;height:68" coordorigin="7591,706" coordsize="52,68" path="m7621,706l7609,706,7603,709,7593,721,7591,729,7591,750,7593,758,7602,771,7608,775,7624,775,7631,771,7634,767,7611,767,7607,765,7600,756,7598,750,7598,732,7600,725,7607,716,7611,714,7634,714,7634,713,7626,708,7621,706e" filled="t" fillcolor="#003F85" stroked="f">
                <v:path arrowok="t"/>
                <v:fill/>
              </v:shape>
              <v:shape style="position:absolute;left:7591;top:706;width:52;height:68" coordorigin="7591,706" coordsize="52,68" path="m7634,714l7620,714,7623,715,7629,719,7631,722,7634,729,7635,733,7635,749,7633,756,7626,765,7622,767,7634,767,7640,758,7642,750,7642,733,7641,727,7637,717,7634,714e" filled="t" fillcolor="#003F85" stroked="f">
                <v:path arrowok="t"/>
                <v:fill/>
              </v:shape>
            </v:group>
            <v:group style="position:absolute;left:7651;top:707;width:43;height:66" coordorigin="7651,707" coordsize="43,66">
              <v:shape style="position:absolute;left:7651;top:707;width:43;height:66" coordorigin="7651,707" coordsize="43,66" path="m7659,707l7651,707,7651,773,7658,773,7658,721,7666,721,7659,707e" filled="t" fillcolor="#003F85" stroked="f">
                <v:path arrowok="t"/>
                <v:fill/>
              </v:shape>
              <v:shape style="position:absolute;left:7651;top:707;width:43;height:66" coordorigin="7651,707" coordsize="43,66" path="m7666,721l7658,721,7687,773,7694,773,7694,759,7687,759,7666,721e" filled="t" fillcolor="#003F85" stroked="f">
                <v:path arrowok="t"/>
                <v:fill/>
              </v:shape>
              <v:shape style="position:absolute;left:7651;top:707;width:43;height:66" coordorigin="7651,707" coordsize="43,66" path="m7694,707l7687,707,7687,759,7694,759,7694,707e" filled="t" fillcolor="#003F85" stroked="f">
                <v:path arrowok="t"/>
                <v:fill/>
              </v:shape>
            </v:group>
            <w10:wrap type="none"/>
          </v:group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50.197998pt;margin-top:7.576005pt;width:35.157pt;height:23.519pt;mso-position-horizontal-relative:page;mso-position-vertical-relative:page;z-index:-103" type="#_x0000_t202" filled="f" stroked="f">
            <v:textbox inset="0,0,0,0">
              <w:txbxContent>
                <w:p>
                  <w:pPr>
                    <w:spacing w:before="0" w:after="0" w:line="200" w:lineRule="exact"/>
                    <w:ind w:left="40"/>
                    <w:jc w:val="left"/>
                    <w:rPr>
                      <w:sz w:val="20"/>
                      <w:szCs w:val="20"/>
                    </w:rPr>
                  </w:pPr>
                  <w:rPr/>
                  <w:r>
                    <w:rPr>
                      <w:sz w:val="20"/>
                      <w:szCs w:val="20"/>
                    </w:rPr>
                  </w:r>
                </w:p>
              </w:txbxContent>
            </v:textbox>
          </v:shape>
        </w:pict>
      </w:r>
    </w:p>
    <w:sectPr>
      <w:type w:val="continuous"/>
      <w:pgSz w:w="11920" w:h="860" w:orient="landscape"/>
      <w:pgMar w:top="-2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Zrd</dc:creator>
  <dc:title>brand promo - pen 2017-11-21</dc:title>
  <dcterms:created xsi:type="dcterms:W3CDTF">2018-01-05T08:44:11Z</dcterms:created>
  <dcterms:modified xsi:type="dcterms:W3CDTF">2018-01-05T08:44:11Z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2018-01-05T00:00:00Z</vt:filetime>
  </property>
  <property fmtid="{D5CDD505-2E9C-101B-9397-08002B2CF9AE}" pid="3" name="LastSaved">
    <vt:filetime>2018-01-05T00:00:00Z</vt:filetime>
  </property>
</Properties>
</file>